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E57B7B" w:rsidRDefault="00DE57C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s1026" type="#_x0000_t75" alt="" style="position:absolute;left:0;text-align:left;margin-left:518.3pt;margin-top:-3.45pt;width:29.25pt;height:38.35pt;z-index:1;visibility:visible">
                  <v:imagedata r:id="rId8" o:title=""/>
                </v:shape>
              </w:pict>
            </w:r>
            <w:r w:rsidR="007D67CD"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COLEGIO COLOMBO BRITÁNICO</w:t>
            </w:r>
          </w:p>
          <w:p w:rsidR="007D67CD" w:rsidRPr="00E57B7B" w:rsidRDefault="004C062C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SCHOOL YEAR </w:t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DE57C3" w:rsidRPr="00A7565C">
              <w:rPr>
                <w:rFonts w:ascii="Verdana" w:hAnsi="Verdana"/>
                <w:sz w:val="20"/>
                <w:szCs w:val="20"/>
              </w:rPr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57B7B">
              <w:rPr>
                <w:rFonts w:ascii="Verdana" w:hAnsi="Verdana"/>
                <w:sz w:val="20"/>
                <w:szCs w:val="20"/>
              </w:rPr>
              <w:t>2.009-2.010</w:t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r w:rsidR="009A3E65"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                    </w:t>
            </w:r>
          </w:p>
          <w:p w:rsidR="007D67CD" w:rsidRPr="00E57B7B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87D4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DE57C3" w:rsidRPr="00A7565C">
              <w:rPr>
                <w:rFonts w:ascii="Verdana" w:hAnsi="Verdana"/>
                <w:sz w:val="20"/>
                <w:szCs w:val="20"/>
              </w:rPr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87D4A">
              <w:rPr>
                <w:rFonts w:ascii="Verdana" w:hAnsi="Verdana"/>
                <w:sz w:val="20"/>
                <w:szCs w:val="20"/>
              </w:rPr>
              <w:t>Kinder</w:t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287D4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DE57C3" w:rsidRPr="00A7565C">
              <w:rPr>
                <w:rFonts w:ascii="Verdana" w:hAnsi="Verdana"/>
                <w:sz w:val="20"/>
                <w:szCs w:val="20"/>
              </w:rPr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87D4A">
              <w:rPr>
                <w:rFonts w:ascii="Verdana" w:hAnsi="Verdana"/>
                <w:sz w:val="20"/>
                <w:szCs w:val="20"/>
              </w:rPr>
              <w:t>Sharing the Planet</w:t>
            </w:r>
            <w:r w:rsidR="00DE57C3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555" w:type="dxa"/>
            <w:gridSpan w:val="5"/>
          </w:tcPr>
          <w:p w:rsidR="007D67CD" w:rsidRPr="00A7565C" w:rsidRDefault="00DE57C3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AA75D1"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E57C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E57C3">
              <w:rPr>
                <w:rFonts w:ascii="Verdana" w:hAnsi="Verdana"/>
                <w:b/>
                <w:sz w:val="20"/>
                <w:szCs w:val="20"/>
              </w:rPr>
            </w:r>
            <w:r w:rsidR="00DE57C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E57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87D4A" w:rsidRPr="00517BEB">
              <w:rPr>
                <w:rFonts w:ascii="Verdana" w:hAnsi="Verdana"/>
                <w:b/>
                <w:sz w:val="20"/>
                <w:szCs w:val="20"/>
              </w:rPr>
            </w:r>
            <w:r w:rsidR="00DE57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DE57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E57C3" w:rsidRPr="00517BEB">
              <w:rPr>
                <w:rFonts w:ascii="Verdana" w:hAnsi="Verdana"/>
                <w:b/>
                <w:sz w:val="20"/>
                <w:szCs w:val="20"/>
              </w:rPr>
            </w:r>
            <w:r w:rsidR="00DE57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DE57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DE57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DE57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DE57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DE57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DE57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DE57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DE57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DE57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DE57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DE57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DE57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DE57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DE57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87D4A"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DE57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287D4A" w:rsidRDefault="00922918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287D4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5" w:name="Texto41"/>
            <w:r w:rsidR="00F20647" w:rsidRPr="00287D4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</w:rPr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87D4A" w:rsidRPr="00287D4A">
              <w:rPr>
                <w:rFonts w:ascii="Verdana" w:hAnsi="Verdana"/>
                <w:sz w:val="16"/>
                <w:szCs w:val="16"/>
                <w:lang w:val="en-US"/>
              </w:rPr>
              <w:t xml:space="preserve">Explains different ways people close to them and themselves </w:t>
            </w:r>
            <w:r w:rsidR="00287D4A">
              <w:rPr>
                <w:rFonts w:ascii="Verdana" w:hAnsi="Verdana"/>
                <w:sz w:val="16"/>
                <w:szCs w:val="16"/>
                <w:lang w:val="en-US"/>
              </w:rPr>
              <w:t>affect</w:t>
            </w:r>
            <w:r w:rsidR="00287D4A" w:rsidRPr="00287D4A">
              <w:rPr>
                <w:rFonts w:ascii="Verdana" w:hAnsi="Verdana"/>
                <w:sz w:val="16"/>
                <w:szCs w:val="16"/>
                <w:lang w:val="en-US"/>
              </w:rPr>
              <w:t xml:space="preserve"> the air (Analysis)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  <w:p w:rsidR="00796FD9" w:rsidRPr="00287D4A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287D4A" w:rsidRPr="00287D4A" w:rsidRDefault="00922918" w:rsidP="00287D4A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287D4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6" w:name="Texto23"/>
            <w:r w:rsidRPr="00287D4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</w:rPr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87D4A" w:rsidRPr="00287D4A">
              <w:rPr>
                <w:rFonts w:ascii="Verdana" w:hAnsi="Verdana"/>
                <w:sz w:val="16"/>
                <w:szCs w:val="16"/>
                <w:lang w:val="en-US"/>
              </w:rPr>
              <w:t>Speaking in L1</w:t>
            </w:r>
          </w:p>
          <w:p w:rsidR="00922918" w:rsidRPr="00287D4A" w:rsidRDefault="00287D4A" w:rsidP="00287D4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87D4A">
              <w:rPr>
                <w:rFonts w:ascii="Verdana" w:hAnsi="Verdana"/>
                <w:sz w:val="16"/>
                <w:szCs w:val="16"/>
                <w:lang w:val="en-US"/>
              </w:rPr>
              <w:t>Listening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287D4A" w:rsidRDefault="0080256E" w:rsidP="00287D4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DE57C3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27" w:name="Texto42"/>
            <w:r w:rsidR="00F20647" w:rsidRPr="00C26857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  <w:lang w:val="en-US"/>
              </w:rPr>
            </w:r>
            <w:r w:rsidR="00DE57C3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separate"/>
            </w:r>
            <w:r w:rsidR="00287D4A">
              <w:rPr>
                <w:rFonts w:ascii="Verdana" w:hAnsi="Verdana"/>
                <w:sz w:val="16"/>
                <w:szCs w:val="16"/>
                <w:lang w:val="en-US"/>
              </w:rPr>
              <w:t>Displays made by the children as a homework assignment</w:t>
            </w:r>
            <w:r w:rsidR="00DE57C3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end"/>
            </w:r>
            <w:bookmarkEnd w:id="27"/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DE57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DE57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DE57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DE57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7D4A"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DE57C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DE57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DE57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DE57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DE57C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DE57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DE57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DE57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287D4A" w:rsidRDefault="0080256E" w:rsidP="00287D4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87D4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287D4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28" w:name="Texto43"/>
            <w:r w:rsidR="00F20647" w:rsidRPr="00287D4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</w:rPr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87D4A" w:rsidRPr="00287D4A">
              <w:rPr>
                <w:rFonts w:ascii="Verdana" w:hAnsi="Verdana"/>
                <w:noProof/>
                <w:sz w:val="16"/>
                <w:szCs w:val="16"/>
                <w:lang w:val="en-US"/>
              </w:rPr>
              <w:t>Week from Jan 25 to 29 /10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287D4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9" w:name="Texto44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</w:rPr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87D4A">
              <w:rPr>
                <w:rFonts w:ascii="Verdana" w:hAnsi="Verdana"/>
                <w:noProof/>
                <w:sz w:val="16"/>
                <w:szCs w:val="16"/>
              </w:rPr>
              <w:t>45 minutes</w:t>
            </w:r>
            <w:r w:rsidR="00DE57C3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0226A8" w:rsidRDefault="00C26857" w:rsidP="00AA75D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E57C3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30" w:name="Texto49"/>
            <w:r w:rsidR="00340A2B" w:rsidRPr="00340A2B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340A2B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In a whole</w:t>
            </w:r>
            <w:r w:rsidR="00AA75D1">
              <w:rPr>
                <w:rFonts w:ascii="Verdana" w:hAnsi="Verdana"/>
                <w:sz w:val="16"/>
                <w:szCs w:val="16"/>
                <w:lang w:val="en-GB"/>
              </w:rPr>
              <w:t>-</w:t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group session teachers and children will revise the Central Idea, Key concept and learning experiences done during these 2 weeks about this Unit of Inquiry.</w:t>
            </w:r>
            <w:r w:rsidR="00DE57C3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340A2B"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287D4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31" w:name="Texto48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287D4A">
              <w:rPr>
                <w:rFonts w:ascii="Verdana" w:hAnsi="Verdana"/>
                <w:noProof/>
                <w:sz w:val="16"/>
                <w:szCs w:val="16"/>
                <w:lang w:val="en-GB"/>
              </w:rPr>
              <w:t>In half groups, children will develop the Concentric-circles strategy to share their homework assignments about how people affect the air. teachers will write anecdotal records about the children´s appreciation towards this topic.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287D4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2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3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DE57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AA75D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34" w:name="Texto40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In a whole</w:t>
            </w:r>
            <w:r w:rsidR="00AA75D1">
              <w:rPr>
                <w:rFonts w:ascii="Verdana" w:hAnsi="Verdana"/>
                <w:sz w:val="16"/>
                <w:szCs w:val="16"/>
                <w:lang w:val="en-GB"/>
              </w:rPr>
              <w:t>-</w:t>
            </w:r>
            <w:r w:rsidR="00287D4A">
              <w:rPr>
                <w:rFonts w:ascii="Verdana" w:hAnsi="Verdana"/>
                <w:sz w:val="16"/>
                <w:szCs w:val="16"/>
                <w:lang w:val="en-GB"/>
              </w:rPr>
              <w:t>group session children and teachers will discuss general aspects about this topic, drawing a chart on the board where they will name positive and negative ways in which people affect the air.In their notebooks children will draw  a simple chart, similar to the one drawn by the teachers</w:t>
            </w:r>
            <w:r w:rsidR="00AA75D1">
              <w:rPr>
                <w:rFonts w:ascii="Verdana" w:hAnsi="Verdana"/>
                <w:sz w:val="16"/>
                <w:szCs w:val="16"/>
                <w:lang w:val="en-GB"/>
              </w:rPr>
              <w:t xml:space="preserve"> with two examples of positive ways peple affect the air, and 2 negative ones, under the title of HOW PEOPLE AFFECT THE AIR.</w:t>
            </w:r>
            <w:r w:rsidR="00DE57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4"/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791" w:rsidRDefault="00233791" w:rsidP="001C6238">
      <w:pPr>
        <w:spacing w:after="0" w:line="240" w:lineRule="auto"/>
      </w:pPr>
      <w:r>
        <w:separator/>
      </w:r>
    </w:p>
  </w:endnote>
  <w:endnote w:type="continuationSeparator" w:id="0">
    <w:p w:rsidR="00233791" w:rsidRDefault="00233791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>DE-PC-FT-19                                                         Version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791" w:rsidRDefault="00233791" w:rsidP="001C6238">
      <w:pPr>
        <w:spacing w:after="0" w:line="240" w:lineRule="auto"/>
      </w:pPr>
      <w:r>
        <w:separator/>
      </w:r>
    </w:p>
  </w:footnote>
  <w:footnote w:type="continuationSeparator" w:id="0">
    <w:p w:rsidR="00233791" w:rsidRDefault="00233791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oNotTrackMoves/>
  <w:documentProtection w:edit="forms" w:enforcement="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5BE"/>
    <w:rsid w:val="000006D2"/>
    <w:rsid w:val="000226A8"/>
    <w:rsid w:val="001C6238"/>
    <w:rsid w:val="0021744B"/>
    <w:rsid w:val="00233791"/>
    <w:rsid w:val="00245C00"/>
    <w:rsid w:val="00287D4A"/>
    <w:rsid w:val="002E3F4B"/>
    <w:rsid w:val="00336BC2"/>
    <w:rsid w:val="00340A2B"/>
    <w:rsid w:val="00366713"/>
    <w:rsid w:val="00375E4E"/>
    <w:rsid w:val="00444F69"/>
    <w:rsid w:val="004C062C"/>
    <w:rsid w:val="00517BEB"/>
    <w:rsid w:val="005650E7"/>
    <w:rsid w:val="00584EDA"/>
    <w:rsid w:val="005C09D3"/>
    <w:rsid w:val="005C3779"/>
    <w:rsid w:val="005C65BE"/>
    <w:rsid w:val="0067753B"/>
    <w:rsid w:val="006F03D5"/>
    <w:rsid w:val="00706028"/>
    <w:rsid w:val="0077504E"/>
    <w:rsid w:val="00776703"/>
    <w:rsid w:val="00796FD9"/>
    <w:rsid w:val="007D67CD"/>
    <w:rsid w:val="0080256E"/>
    <w:rsid w:val="00847570"/>
    <w:rsid w:val="008822C8"/>
    <w:rsid w:val="00887C1C"/>
    <w:rsid w:val="008B7EEC"/>
    <w:rsid w:val="008C2CD5"/>
    <w:rsid w:val="009176BC"/>
    <w:rsid w:val="00922918"/>
    <w:rsid w:val="009340E7"/>
    <w:rsid w:val="00996666"/>
    <w:rsid w:val="009A3E65"/>
    <w:rsid w:val="00A5492B"/>
    <w:rsid w:val="00A5684A"/>
    <w:rsid w:val="00A7565C"/>
    <w:rsid w:val="00A9309F"/>
    <w:rsid w:val="00AA75D1"/>
    <w:rsid w:val="00AB5AC1"/>
    <w:rsid w:val="00AE210E"/>
    <w:rsid w:val="00AF07BE"/>
    <w:rsid w:val="00B57B1C"/>
    <w:rsid w:val="00B72BA3"/>
    <w:rsid w:val="00B8591B"/>
    <w:rsid w:val="00B85E77"/>
    <w:rsid w:val="00BF1380"/>
    <w:rsid w:val="00C13CC2"/>
    <w:rsid w:val="00C26857"/>
    <w:rsid w:val="00CB7A87"/>
    <w:rsid w:val="00CD747E"/>
    <w:rsid w:val="00DE57C3"/>
    <w:rsid w:val="00E57B7B"/>
    <w:rsid w:val="00EC0111"/>
    <w:rsid w:val="00F20647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DE-PC-FT-19_1%20Enero%200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40CC-18E0-409B-8743-C2F926B3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DE-PC-FT-19_1 Enero 09</Template>
  <TotalTime>2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2009-01-26T13:55:00Z</cp:lastPrinted>
  <dcterms:created xsi:type="dcterms:W3CDTF">2010-01-20T00:01:00Z</dcterms:created>
  <dcterms:modified xsi:type="dcterms:W3CDTF">2010-01-20T00:01:00Z</dcterms:modified>
</cp:coreProperties>
</file>